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71B" w:rsidRPr="00E72151" w:rsidRDefault="00412F6A" w:rsidP="00412F6A">
      <w:pPr>
        <w:jc w:val="center"/>
        <w:rPr>
          <w:b/>
          <w:sz w:val="28"/>
          <w:u w:val="single"/>
        </w:rPr>
      </w:pPr>
      <w:r w:rsidRPr="00412F6A">
        <w:rPr>
          <w:b/>
          <w:sz w:val="32"/>
          <w:u w:val="single"/>
        </w:rPr>
        <w:t>Personal Finance 30</w:t>
      </w:r>
      <w:r w:rsidRPr="00412F6A">
        <w:rPr>
          <w:b/>
          <w:sz w:val="32"/>
          <w:u w:val="single"/>
        </w:rPr>
        <w:br/>
      </w:r>
      <w:r w:rsidRPr="00E72151">
        <w:rPr>
          <w:b/>
          <w:sz w:val="32"/>
          <w:u w:val="single"/>
        </w:rPr>
        <w:t>Unit 1 (Decision Making) &amp; 2 (Economics) Review</w:t>
      </w:r>
    </w:p>
    <w:p w:rsidR="00412F6A" w:rsidRPr="00E72151" w:rsidRDefault="00412F6A" w:rsidP="00E72151">
      <w:pPr>
        <w:pStyle w:val="ListParagraph"/>
        <w:numPr>
          <w:ilvl w:val="0"/>
          <w:numId w:val="4"/>
        </w:numPr>
        <w:spacing w:line="360" w:lineRule="auto"/>
        <w:jc w:val="both"/>
        <w:rPr>
          <w:sz w:val="28"/>
        </w:rPr>
      </w:pPr>
      <w:r w:rsidRPr="00E72151">
        <w:rPr>
          <w:sz w:val="28"/>
        </w:rPr>
        <w:t xml:space="preserve">Difference between Need and Want </w:t>
      </w:r>
    </w:p>
    <w:p w:rsidR="00E72151" w:rsidRPr="00E72151" w:rsidRDefault="00E72151" w:rsidP="00E72151">
      <w:pPr>
        <w:pStyle w:val="ListParagraph"/>
        <w:numPr>
          <w:ilvl w:val="0"/>
          <w:numId w:val="4"/>
        </w:numPr>
        <w:spacing w:line="360" w:lineRule="auto"/>
        <w:rPr>
          <w:sz w:val="28"/>
        </w:rPr>
      </w:pPr>
      <w:r w:rsidRPr="00E72151">
        <w:rPr>
          <w:sz w:val="28"/>
        </w:rPr>
        <w:t xml:space="preserve">Explain the role of Needs and Wants in economics/personal finance. </w:t>
      </w:r>
    </w:p>
    <w:p w:rsidR="00412F6A" w:rsidRPr="00E72151" w:rsidRDefault="00C15732" w:rsidP="00E72151">
      <w:pPr>
        <w:pStyle w:val="ListParagraph"/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6</w:t>
      </w:r>
      <w:r w:rsidR="00412F6A" w:rsidRPr="00E72151">
        <w:rPr>
          <w:sz w:val="28"/>
        </w:rPr>
        <w:t xml:space="preserve"> steps of the decision making process</w:t>
      </w:r>
    </w:p>
    <w:p w:rsidR="00E72151" w:rsidRPr="00E72151" w:rsidRDefault="00C15732" w:rsidP="00E72151">
      <w:pPr>
        <w:pStyle w:val="ListParagraph"/>
        <w:numPr>
          <w:ilvl w:val="1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Apply the 6</w:t>
      </w:r>
      <w:bookmarkStart w:id="0" w:name="_GoBack"/>
      <w:bookmarkEnd w:id="0"/>
      <w:r w:rsidR="00E72151" w:rsidRPr="00E72151">
        <w:rPr>
          <w:sz w:val="28"/>
        </w:rPr>
        <w:t xml:space="preserve"> steps of the decision making process to a scenario</w:t>
      </w:r>
    </w:p>
    <w:p w:rsidR="00412F6A" w:rsidRPr="00E72151" w:rsidRDefault="00412F6A" w:rsidP="00E72151">
      <w:pPr>
        <w:pStyle w:val="ListParagraph"/>
        <w:numPr>
          <w:ilvl w:val="0"/>
          <w:numId w:val="4"/>
        </w:numPr>
        <w:spacing w:line="360" w:lineRule="auto"/>
        <w:jc w:val="both"/>
        <w:rPr>
          <w:sz w:val="28"/>
        </w:rPr>
      </w:pPr>
      <w:r w:rsidRPr="00E72151">
        <w:rPr>
          <w:sz w:val="28"/>
        </w:rPr>
        <w:t xml:space="preserve">SMART goals – Know what each letter stands for and how to make a vague goal into a smart goal. </w:t>
      </w:r>
    </w:p>
    <w:p w:rsidR="00E72151" w:rsidRPr="00E72151" w:rsidRDefault="00E72151" w:rsidP="00E72151">
      <w:pPr>
        <w:pStyle w:val="ListParagraph"/>
        <w:numPr>
          <w:ilvl w:val="0"/>
          <w:numId w:val="4"/>
        </w:numPr>
        <w:spacing w:line="360" w:lineRule="auto"/>
        <w:rPr>
          <w:sz w:val="28"/>
        </w:rPr>
      </w:pPr>
      <w:r w:rsidRPr="00E72151">
        <w:rPr>
          <w:sz w:val="28"/>
        </w:rPr>
        <w:t xml:space="preserve">Explain the Law of Demand. Draw a standard Demand Graph. </w:t>
      </w:r>
    </w:p>
    <w:p w:rsidR="00E72151" w:rsidRPr="00E72151" w:rsidRDefault="00E72151" w:rsidP="00E72151">
      <w:pPr>
        <w:pStyle w:val="ListParagraph"/>
        <w:numPr>
          <w:ilvl w:val="0"/>
          <w:numId w:val="4"/>
        </w:numPr>
        <w:spacing w:line="360" w:lineRule="auto"/>
        <w:rPr>
          <w:sz w:val="28"/>
        </w:rPr>
      </w:pPr>
      <w:r w:rsidRPr="00E72151">
        <w:rPr>
          <w:sz w:val="28"/>
        </w:rPr>
        <w:t xml:space="preserve">Explain the Law of Supply. Draw a standard Supply Graph. </w:t>
      </w:r>
    </w:p>
    <w:p w:rsidR="00E72151" w:rsidRPr="00E72151" w:rsidRDefault="00E72151" w:rsidP="00E72151">
      <w:pPr>
        <w:pStyle w:val="ListParagraph"/>
        <w:numPr>
          <w:ilvl w:val="0"/>
          <w:numId w:val="4"/>
        </w:numPr>
        <w:spacing w:line="360" w:lineRule="auto"/>
        <w:rPr>
          <w:sz w:val="28"/>
        </w:rPr>
      </w:pPr>
      <w:r w:rsidRPr="00E72151">
        <w:rPr>
          <w:sz w:val="28"/>
        </w:rPr>
        <w:t>Explain the concept of Market Equilibrium, be sure to explain where Equilibrium occurs. Draw a graph showing market Equilibrium.</w:t>
      </w:r>
    </w:p>
    <w:p w:rsidR="00487ED4" w:rsidRDefault="00E72151" w:rsidP="00E72151">
      <w:pPr>
        <w:pStyle w:val="ListParagraph"/>
        <w:numPr>
          <w:ilvl w:val="0"/>
          <w:numId w:val="4"/>
        </w:numPr>
        <w:spacing w:line="360" w:lineRule="auto"/>
        <w:rPr>
          <w:sz w:val="28"/>
        </w:rPr>
      </w:pPr>
      <w:r w:rsidRPr="00E72151">
        <w:rPr>
          <w:sz w:val="28"/>
        </w:rPr>
        <w:t xml:space="preserve">List and describe </w:t>
      </w:r>
      <w:r w:rsidR="00487ED4">
        <w:rPr>
          <w:sz w:val="28"/>
        </w:rPr>
        <w:t>2</w:t>
      </w:r>
      <w:r w:rsidRPr="00E72151">
        <w:rPr>
          <w:sz w:val="28"/>
        </w:rPr>
        <w:t xml:space="preserve"> factors that </w:t>
      </w:r>
      <w:r w:rsidR="00487ED4">
        <w:rPr>
          <w:sz w:val="28"/>
        </w:rPr>
        <w:t xml:space="preserve">increase or decrease supply </w:t>
      </w:r>
    </w:p>
    <w:p w:rsidR="00E72151" w:rsidRPr="00E72151" w:rsidRDefault="00487ED4" w:rsidP="00E72151">
      <w:pPr>
        <w:pStyle w:val="ListParagraph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 xml:space="preserve">List and describe 2 factors that increase or decrease </w:t>
      </w:r>
      <w:r w:rsidR="00E72151" w:rsidRPr="00E72151">
        <w:rPr>
          <w:sz w:val="28"/>
        </w:rPr>
        <w:t xml:space="preserve">demand.  </w:t>
      </w:r>
    </w:p>
    <w:p w:rsidR="00412F6A" w:rsidRPr="00E72151" w:rsidRDefault="00412F6A" w:rsidP="00E72151">
      <w:pPr>
        <w:pStyle w:val="ListParagraph"/>
        <w:numPr>
          <w:ilvl w:val="0"/>
          <w:numId w:val="4"/>
        </w:numPr>
        <w:spacing w:line="360" w:lineRule="auto"/>
        <w:jc w:val="both"/>
        <w:rPr>
          <w:sz w:val="28"/>
        </w:rPr>
      </w:pPr>
      <w:r w:rsidRPr="00E72151">
        <w:rPr>
          <w:sz w:val="28"/>
        </w:rPr>
        <w:t xml:space="preserve">Economies – </w:t>
      </w:r>
      <w:r w:rsidR="00487ED4">
        <w:rPr>
          <w:sz w:val="28"/>
        </w:rPr>
        <w:t xml:space="preserve">is it </w:t>
      </w:r>
      <w:r w:rsidRPr="00E72151">
        <w:rPr>
          <w:sz w:val="28"/>
        </w:rPr>
        <w:t xml:space="preserve">Traditional, Command, Market, </w:t>
      </w:r>
      <w:r w:rsidR="00487ED4">
        <w:rPr>
          <w:sz w:val="28"/>
        </w:rPr>
        <w:t xml:space="preserve">or </w:t>
      </w:r>
      <w:r w:rsidRPr="00E72151">
        <w:rPr>
          <w:sz w:val="28"/>
        </w:rPr>
        <w:t>Mixed</w:t>
      </w:r>
    </w:p>
    <w:p w:rsidR="00412F6A" w:rsidRPr="00E72151" w:rsidRDefault="00487ED4" w:rsidP="00E72151">
      <w:pPr>
        <w:pStyle w:val="ListParagraph"/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Elasticity of demand calculations, I will give you the formula</w:t>
      </w:r>
    </w:p>
    <w:p w:rsidR="00412F6A" w:rsidRPr="00E72151" w:rsidRDefault="00487ED4" w:rsidP="00E72151">
      <w:pPr>
        <w:pStyle w:val="ListParagraph"/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Goals – provide long term, short term, and immediate parts</w:t>
      </w:r>
    </w:p>
    <w:p w:rsidR="00E72151" w:rsidRPr="00E72151" w:rsidRDefault="00E72151" w:rsidP="00E72151">
      <w:pPr>
        <w:pStyle w:val="ListParagraph"/>
        <w:numPr>
          <w:ilvl w:val="0"/>
          <w:numId w:val="4"/>
        </w:numPr>
        <w:spacing w:line="360" w:lineRule="auto"/>
        <w:rPr>
          <w:sz w:val="28"/>
        </w:rPr>
      </w:pPr>
      <w:r w:rsidRPr="00E72151">
        <w:rPr>
          <w:sz w:val="28"/>
        </w:rPr>
        <w:t>Opportunity Cost:</w:t>
      </w:r>
      <w:r w:rsidR="00487ED4">
        <w:rPr>
          <w:sz w:val="28"/>
        </w:rPr>
        <w:t xml:space="preserve"> what is it? Calculation example.</w:t>
      </w:r>
    </w:p>
    <w:p w:rsidR="00412F6A" w:rsidRPr="00E72151" w:rsidRDefault="00412F6A" w:rsidP="00E72151">
      <w:pPr>
        <w:pStyle w:val="ListParagraph"/>
        <w:numPr>
          <w:ilvl w:val="0"/>
          <w:numId w:val="4"/>
        </w:numPr>
        <w:spacing w:line="360" w:lineRule="auto"/>
        <w:jc w:val="both"/>
        <w:rPr>
          <w:sz w:val="28"/>
        </w:rPr>
      </w:pPr>
      <w:r w:rsidRPr="00E72151">
        <w:rPr>
          <w:sz w:val="28"/>
        </w:rPr>
        <w:t>Terms to know</w:t>
      </w:r>
    </w:p>
    <w:p w:rsidR="00E72151" w:rsidRPr="00E72151" w:rsidRDefault="00487ED4" w:rsidP="00E72151">
      <w:pPr>
        <w:jc w:val="center"/>
        <w:rPr>
          <w:sz w:val="28"/>
        </w:rPr>
      </w:pPr>
      <w:r>
        <w:rPr>
          <w:sz w:val="28"/>
        </w:rPr>
        <w:t>Goods</w:t>
      </w:r>
      <w:r>
        <w:rPr>
          <w:sz w:val="28"/>
        </w:rPr>
        <w:tab/>
        <w:t>Total Cost</w:t>
      </w:r>
      <w:r>
        <w:rPr>
          <w:sz w:val="28"/>
        </w:rPr>
        <w:tab/>
      </w:r>
      <w:r>
        <w:rPr>
          <w:sz w:val="28"/>
        </w:rPr>
        <w:tab/>
        <w:t>Demand</w:t>
      </w:r>
      <w:r>
        <w:rPr>
          <w:sz w:val="28"/>
        </w:rPr>
        <w:tab/>
      </w:r>
      <w:r>
        <w:rPr>
          <w:sz w:val="28"/>
        </w:rPr>
        <w:tab/>
        <w:t>Services</w:t>
      </w:r>
      <w:r>
        <w:rPr>
          <w:sz w:val="28"/>
        </w:rPr>
        <w:br/>
        <w:t>Scarcity</w:t>
      </w:r>
      <w:r>
        <w:rPr>
          <w:sz w:val="28"/>
        </w:rPr>
        <w:tab/>
      </w:r>
      <w:r>
        <w:rPr>
          <w:sz w:val="28"/>
        </w:rPr>
        <w:tab/>
        <w:t>Supply</w:t>
      </w:r>
      <w:r>
        <w:rPr>
          <w:sz w:val="28"/>
        </w:rPr>
        <w:tab/>
        <w:t>Producers</w:t>
      </w:r>
      <w:r>
        <w:rPr>
          <w:sz w:val="28"/>
        </w:rPr>
        <w:tab/>
      </w:r>
      <w:r>
        <w:rPr>
          <w:sz w:val="28"/>
        </w:rPr>
        <w:tab/>
        <w:t>Shortage</w:t>
      </w:r>
      <w:r>
        <w:rPr>
          <w:sz w:val="28"/>
        </w:rPr>
        <w:br/>
        <w:t>Consumers</w:t>
      </w:r>
      <w:r>
        <w:rPr>
          <w:sz w:val="28"/>
        </w:rPr>
        <w:tab/>
      </w:r>
      <w:r>
        <w:rPr>
          <w:sz w:val="28"/>
        </w:rPr>
        <w:tab/>
        <w:t>Surplus</w:t>
      </w:r>
      <w:r>
        <w:rPr>
          <w:sz w:val="28"/>
        </w:rPr>
        <w:tab/>
      </w:r>
      <w:r>
        <w:rPr>
          <w:sz w:val="28"/>
        </w:rPr>
        <w:br/>
      </w:r>
    </w:p>
    <w:p w:rsidR="00412F6A" w:rsidRPr="00E72151" w:rsidRDefault="00412F6A" w:rsidP="00412F6A">
      <w:pPr>
        <w:rPr>
          <w:sz w:val="28"/>
        </w:rPr>
      </w:pPr>
    </w:p>
    <w:sectPr w:rsidR="00412F6A" w:rsidRPr="00E72151" w:rsidSect="00E72151">
      <w:pgSz w:w="12240" w:h="15840"/>
      <w:pgMar w:top="630" w:right="1440" w:bottom="2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A0278"/>
    <w:multiLevelType w:val="hybridMultilevel"/>
    <w:tmpl w:val="E7D69BC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E750E"/>
    <w:multiLevelType w:val="hybridMultilevel"/>
    <w:tmpl w:val="E64A3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01575"/>
    <w:multiLevelType w:val="hybridMultilevel"/>
    <w:tmpl w:val="CE58AF0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B1D16"/>
    <w:multiLevelType w:val="hybridMultilevel"/>
    <w:tmpl w:val="BB7AE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F6A"/>
    <w:rsid w:val="00412F6A"/>
    <w:rsid w:val="00487ED4"/>
    <w:rsid w:val="0065071B"/>
    <w:rsid w:val="00C15732"/>
    <w:rsid w:val="00E7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9FFC49-BF29-4D4B-AAEB-046ADD3C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81C8C7F4.dotm</Template>
  <TotalTime>12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4</cp:revision>
  <dcterms:created xsi:type="dcterms:W3CDTF">2016-10-07T16:34:00Z</dcterms:created>
  <dcterms:modified xsi:type="dcterms:W3CDTF">2017-03-06T15:22:00Z</dcterms:modified>
</cp:coreProperties>
</file>